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2A05C5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9E244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41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3321C2" w:rsidP="002A05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D0461E" w:rsidP="009E244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E24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Јужна  Азија:природногеографске  одлике—</w:t>
            </w:r>
            <w:r w:rsidR="009E244D" w:rsidRPr="009E244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Монсунска  регија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530636" w:rsidRDefault="003321C2" w:rsidP="009E244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E244D" w:rsidRPr="009E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Упознавање</w:t>
            </w:r>
            <w:r w:rsidR="009E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природногеографских</w:t>
            </w:r>
            <w:r w:rsidR="009E244D" w:rsidRPr="009E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специфич</w:t>
            </w:r>
            <w:r w:rsidR="009E2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ности индијског потконти-нента,   Јужне  Азије</w:t>
            </w: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</w:t>
            </w:r>
            <w:r w:rsidR="009E244D">
              <w:rPr>
                <w:rFonts w:ascii="Times New Roman" w:hAnsi="Times New Roman"/>
                <w:sz w:val="24"/>
                <w:szCs w:val="24"/>
                <w:lang w:val="sr-Cyrl-CS"/>
              </w:rPr>
              <w:t>природно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географским 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>одлика</w:t>
            </w:r>
            <w:r w:rsidR="00B07C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9E24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Јужне </w:t>
            </w:r>
            <w:r w:rsidR="002A05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Азије</w:t>
            </w:r>
          </w:p>
          <w:p w:rsid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30636" w:rsidRPr="002A05C5" w:rsidRDefault="00530636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9E244D" w:rsidRPr="009E244D" w:rsidRDefault="009E244D" w:rsidP="009E244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E244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зашто  је  Јужна  Азија  регија великих  супротности</w:t>
            </w:r>
          </w:p>
          <w:p w:rsidR="009E244D" w:rsidRPr="009E244D" w:rsidRDefault="009E244D" w:rsidP="009E244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E244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-уочи  и  на  карти  покаже  велике  рељефне  целине  Јужне  Азије</w:t>
            </w:r>
          </w:p>
          <w:p w:rsidR="009E244D" w:rsidRPr="009E244D" w:rsidRDefault="009E244D" w:rsidP="009E244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E244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 објасни  изолованост  регије и  слабе  везе  са  другим  деловима  Азије</w:t>
            </w:r>
          </w:p>
          <w:p w:rsidR="009E244D" w:rsidRPr="009E244D" w:rsidRDefault="009E244D" w:rsidP="009E244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E244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-разуме  разлоге  појаве  монсунске  климе</w:t>
            </w:r>
          </w:p>
          <w:p w:rsidR="009E244D" w:rsidRPr="009E244D" w:rsidRDefault="009E244D" w:rsidP="009E244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E244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-анализира  клима-дијаграм  и објасни  одлике монсунске  климе</w:t>
            </w:r>
          </w:p>
          <w:p w:rsidR="009E244D" w:rsidRPr="009E244D" w:rsidRDefault="009E244D" w:rsidP="009E244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E244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-схвати  утицај  монсунске  климе на друге  географске  одлике  регије</w:t>
            </w:r>
          </w:p>
          <w:p w:rsidR="00D0461E" w:rsidRPr="00B07CAB" w:rsidRDefault="009E244D" w:rsidP="009E244D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9E244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-на карти  пок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а</w:t>
            </w:r>
            <w:r w:rsidRPr="009E244D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же  највеће  реке  регије</w:t>
            </w: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CAB" w:rsidRDefault="00670648" w:rsidP="00670648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  <w:r w:rsidR="00B07CAB" w:rsidRPr="00B07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9E244D" w:rsidRPr="009E244D" w:rsidRDefault="009E244D" w:rsidP="009E244D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E244D">
              <w:rPr>
                <w:rFonts w:ascii="Times New Roman" w:hAnsi="Times New Roman"/>
                <w:sz w:val="24"/>
                <w:szCs w:val="24"/>
                <w:lang w:val="sr-Cyrl-RS"/>
              </w:rPr>
              <w:t>ГЕ1.1.3. Препознаје и чита на географској карти називе мора, планина, ви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соравни, низија, пустиња  и река   </w:t>
            </w:r>
            <w:r w:rsidRPr="009E244D">
              <w:rPr>
                <w:rFonts w:ascii="Times New Roman" w:hAnsi="Times New Roman"/>
                <w:sz w:val="24"/>
                <w:szCs w:val="24"/>
                <w:lang w:val="sr-Cyrl-RS"/>
              </w:rPr>
              <w:t>Јужне Азије.</w:t>
            </w:r>
          </w:p>
          <w:p w:rsidR="009E244D" w:rsidRPr="009E244D" w:rsidRDefault="009E244D" w:rsidP="009E244D">
            <w:pPr>
              <w:ind w:right="-2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E244D">
              <w:rPr>
                <w:rFonts w:ascii="Times New Roman" w:hAnsi="Times New Roman"/>
                <w:sz w:val="24"/>
                <w:szCs w:val="24"/>
                <w:lang w:val="sr-Cyrl-RS"/>
              </w:rPr>
              <w:t>ГЕ1.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4.2. Препознаје основне природногеографске </w:t>
            </w:r>
            <w:r w:rsidRPr="009E244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одлике Јужне Азије.</w:t>
            </w:r>
          </w:p>
          <w:p w:rsidR="002A05C5" w:rsidRDefault="00670648" w:rsidP="002A05C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9E244D" w:rsidRDefault="002A05C5" w:rsidP="009E244D">
            <w:pPr>
              <w:tabs>
                <w:tab w:val="left" w:pos="1943"/>
              </w:tabs>
              <w:ind w:right="-200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2A05C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9E244D" w:rsidRPr="009E244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ГЕ2.1.2. Одређује положај места и тачака на географској карти Јужне Азије – мора, залива, острва, планина, висоравни, низија, пустиња, река</w:t>
            </w:r>
            <w:r w:rsidR="009E244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.</w:t>
            </w:r>
          </w:p>
          <w:p w:rsidR="009E244D" w:rsidRPr="009E244D" w:rsidRDefault="009E244D" w:rsidP="009E244D">
            <w:pPr>
              <w:tabs>
                <w:tab w:val="left" w:pos="1943"/>
              </w:tabs>
              <w:ind w:right="-200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 w:rsidRPr="009E244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ГЕ2.1.3. Препознаје и објашњава географске чињенице представљене моделом, сликом, графиком, табелом или схемом.</w:t>
            </w:r>
          </w:p>
          <w:p w:rsidR="009E244D" w:rsidRPr="009E244D" w:rsidRDefault="009E244D" w:rsidP="009E244D">
            <w:pPr>
              <w:tabs>
                <w:tab w:val="left" w:pos="1943"/>
              </w:tabs>
              <w:ind w:right="-200"/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ГЕ2.4.2. Описује природногеографске </w:t>
            </w:r>
            <w:r w:rsidRPr="009E244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одлике Јужне Азије.</w:t>
            </w:r>
          </w:p>
          <w:p w:rsidR="00670648" w:rsidRPr="00657717" w:rsidRDefault="00670648" w:rsidP="00657717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9E244D" w:rsidRPr="009E244D" w:rsidRDefault="009E244D" w:rsidP="009E244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E244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  <w:r w:rsidRPr="009E24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ГЕ3.1.1. Анализира географску карту и доноси закључке о географском положају Јужне Азије, одликама рељефа и хидрографске мреже.</w:t>
            </w:r>
          </w:p>
          <w:p w:rsidR="00530636" w:rsidRPr="009E244D" w:rsidRDefault="009E244D" w:rsidP="002A05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E24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ГЕ3.4.3. Објашњава географске везе и законитости у Јужној Азији. Објашњава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настанак  облика  рељефа, </w:t>
            </w:r>
            <w:r w:rsidRPr="009E24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велике супротности природних одлика, монсунску климу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 богат  живи  свет.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197BE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зидна  карта  </w:t>
            </w:r>
            <w:r w:rsidR="002A0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B07C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443D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443D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</w:t>
            </w:r>
            <w:r w:rsidR="00443D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биологија  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6061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4428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део часа: </w:t>
            </w:r>
          </w:p>
        </w:tc>
      </w:tr>
      <w:tr w:rsidR="0096516D" w:rsidRPr="00B37DAE" w:rsidTr="00822D6D">
        <w:tc>
          <w:tcPr>
            <w:tcW w:w="9576" w:type="dxa"/>
          </w:tcPr>
          <w:p w:rsidR="006D4ECC" w:rsidRPr="00BB6693" w:rsidRDefault="00BB6693" w:rsidP="00443D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6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 разговору  са  ученицима поновити  раније  усвојена зан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B6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о  подели  Пангее  на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Лауразију  и  Гондвану,  кретању  литосферних  плоча,  постанку  веначни планина.Такође  подсетити  ученике  на  типове  климе у  жарком  појасу.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0A6FD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часа:</w:t>
            </w:r>
          </w:p>
        </w:tc>
      </w:tr>
      <w:tr w:rsidR="001C6C13" w:rsidRPr="00B37DAE" w:rsidTr="00115A38">
        <w:tc>
          <w:tcPr>
            <w:tcW w:w="9576" w:type="dxa"/>
          </w:tcPr>
          <w:p w:rsidR="004909C9" w:rsidRPr="001646A0" w:rsidRDefault="00BB6693" w:rsidP="004428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Тражимо од  ученика  да  на карти  уоче  географски  положај  Јужне  Азије и  њене  везе  с  другим регијама.Подсећамо ученике  на  рздвајање  Пангее  и  померање  литосферних  плоча.Издвајамо  и  на  карти  показујемо  рељефне  целине: Хималаје, Индогангску  низију  и  висораван  Декан.Објашњавамо  одлике  монсунске  климе  и  инсистирамо  да  ученици  уз  помоћ  карте    и  клима-дијаграма  на  страни   105  у  уџбенику  уоче  разлике  између  зимског  и  летњег монсуна.Посебно наглашавамо  појаву  разорних  циклона  током  смене монсуна и  наводимо  примере  последица по  становништво  и  привреду.Тражимо  да  ученици  на  карти пронађу  пустињу  Тар  и  објасне  разлоге њеног  постојања.Истичемо  и  покзујемо  највеће  реке.Указујемо   на  оидлике  монсунских  шума  и  разноврстан  живи  свет.Посебно истичемо угроженост  многих  врста и живог  света  уопште.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545C96" w:rsidP="002A0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F784B" w:rsidRPr="00B37DAE" w:rsidTr="00886172">
        <w:tc>
          <w:tcPr>
            <w:tcW w:w="9576" w:type="dxa"/>
          </w:tcPr>
          <w:p w:rsidR="00676546" w:rsidRPr="00676546" w:rsidRDefault="00676546" w:rsidP="0044282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-</w:t>
            </w:r>
            <w:r w:rsidR="00D43B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Истичемо битне  чињенице  и  саопштавамо ученицима  да  за  задатак  код  куће на немој  карти  Јужне Азије  у  Вежбанци</w:t>
            </w:r>
            <w:r w:rsidR="006061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(стр. 19) ураде  тражени  задатак  и </w:t>
            </w:r>
            <w:bookmarkStart w:id="0" w:name="_GoBack"/>
            <w:bookmarkEnd w:id="0"/>
            <w:r w:rsidR="00D43B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уцртају  рељефне  целине  и  најважније  реке.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D6605E" w:rsidRPr="00D43B81" w:rsidRDefault="00B80B22" w:rsidP="00443D1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</w:t>
            </w:r>
            <w:r w:rsidR="004428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676546" w:rsidRPr="00D43B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ЈУЖНА  АЗИЈА   ПРИРОДНОГЕОГРАФСКЕ  ОДЛИКЕ</w:t>
            </w:r>
          </w:p>
          <w:p w:rsidR="00676546" w:rsidRPr="00D43B81" w:rsidRDefault="00676546" w:rsidP="00443D1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</w:t>
            </w:r>
            <w:r w:rsidRPr="00D43B8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МОНСУНСКА  РЕГИЈА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-регија  географских  супротности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-део  праконтинента  Гондвана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-рељеф:      -Хималаји (Монт  Еверест,  8850м)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-Индогангска низија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-Индијско  полуострво-висораван  Декан,  Западни  Гати, Источни  Гати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клима:        -монсунска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-зимски монсун,  с  копна  на море,  сув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-летњи  монсун, с  мора на  копно,  влажан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-разорни  циклони, током </w:t>
            </w:r>
            <w:r w:rsidR="00332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смене  монсуна</w:t>
            </w:r>
          </w:p>
          <w:p w:rsidR="00332F0C" w:rsidRDefault="00332F0C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-пустињска—пустиња  Тар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реке:            -Ганг,  Инд,  Брамапутра</w:t>
            </w:r>
          </w:p>
          <w:p w:rsid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-делта  Ганга  и  Брамапутре</w:t>
            </w:r>
          </w:p>
          <w:p w:rsidR="00676546" w:rsidRDefault="00332F0C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живи  свет:  -монсунске  шуме</w:t>
            </w:r>
          </w:p>
          <w:p w:rsidR="00332F0C" w:rsidRDefault="00332F0C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-тропске  кишне  шуме-  џунгле</w:t>
            </w:r>
          </w:p>
          <w:p w:rsidR="00332F0C" w:rsidRDefault="00332F0C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-тигар,  носорог,  слон</w:t>
            </w:r>
          </w:p>
          <w:p w:rsidR="00676546" w:rsidRPr="00676546" w:rsidRDefault="00676546" w:rsidP="00443D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A128EA2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C83F0F"/>
    <w:multiLevelType w:val="hybridMultilevel"/>
    <w:tmpl w:val="BD48F6B0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A6FDB"/>
    <w:rsid w:val="000D1454"/>
    <w:rsid w:val="000E7E1B"/>
    <w:rsid w:val="001646A0"/>
    <w:rsid w:val="00177289"/>
    <w:rsid w:val="00192825"/>
    <w:rsid w:val="001C6C13"/>
    <w:rsid w:val="001D57CA"/>
    <w:rsid w:val="002365E8"/>
    <w:rsid w:val="002A05C5"/>
    <w:rsid w:val="003321C2"/>
    <w:rsid w:val="00332F0C"/>
    <w:rsid w:val="00391413"/>
    <w:rsid w:val="003A7B13"/>
    <w:rsid w:val="003C170C"/>
    <w:rsid w:val="003F1D6D"/>
    <w:rsid w:val="00415656"/>
    <w:rsid w:val="00442829"/>
    <w:rsid w:val="00443D1B"/>
    <w:rsid w:val="0045123D"/>
    <w:rsid w:val="00466279"/>
    <w:rsid w:val="004909C9"/>
    <w:rsid w:val="00491F36"/>
    <w:rsid w:val="004C7CD5"/>
    <w:rsid w:val="00530636"/>
    <w:rsid w:val="00545C96"/>
    <w:rsid w:val="005F784B"/>
    <w:rsid w:val="00605D58"/>
    <w:rsid w:val="006061A6"/>
    <w:rsid w:val="00606767"/>
    <w:rsid w:val="00657717"/>
    <w:rsid w:val="00664F16"/>
    <w:rsid w:val="00670648"/>
    <w:rsid w:val="00676546"/>
    <w:rsid w:val="00680587"/>
    <w:rsid w:val="006D4ECC"/>
    <w:rsid w:val="006F2937"/>
    <w:rsid w:val="007906D8"/>
    <w:rsid w:val="007E6623"/>
    <w:rsid w:val="0080459B"/>
    <w:rsid w:val="00813711"/>
    <w:rsid w:val="00854D2A"/>
    <w:rsid w:val="008F0F0B"/>
    <w:rsid w:val="00942ED0"/>
    <w:rsid w:val="0094301B"/>
    <w:rsid w:val="0096516D"/>
    <w:rsid w:val="00976108"/>
    <w:rsid w:val="009B224E"/>
    <w:rsid w:val="009E244D"/>
    <w:rsid w:val="009F2F46"/>
    <w:rsid w:val="00A17F87"/>
    <w:rsid w:val="00A45210"/>
    <w:rsid w:val="00A47E59"/>
    <w:rsid w:val="00AB78A4"/>
    <w:rsid w:val="00B07CAB"/>
    <w:rsid w:val="00B37DAE"/>
    <w:rsid w:val="00B80B22"/>
    <w:rsid w:val="00B85A26"/>
    <w:rsid w:val="00BA107D"/>
    <w:rsid w:val="00BB6693"/>
    <w:rsid w:val="00BF20E4"/>
    <w:rsid w:val="00C379D6"/>
    <w:rsid w:val="00C70D9C"/>
    <w:rsid w:val="00C81044"/>
    <w:rsid w:val="00CC0911"/>
    <w:rsid w:val="00D012A5"/>
    <w:rsid w:val="00D0461E"/>
    <w:rsid w:val="00D43B81"/>
    <w:rsid w:val="00D6605E"/>
    <w:rsid w:val="00DB15CC"/>
    <w:rsid w:val="00DE65D7"/>
    <w:rsid w:val="00E4334D"/>
    <w:rsid w:val="00EC77F2"/>
    <w:rsid w:val="00F05659"/>
    <w:rsid w:val="00F137B9"/>
    <w:rsid w:val="00F36783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paragraph" w:styleId="Heading3">
    <w:name w:val="heading 3"/>
    <w:basedOn w:val="Normal"/>
    <w:next w:val="Normal"/>
    <w:link w:val="Heading3Char"/>
    <w:qFormat/>
    <w:rsid w:val="0044282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442829"/>
    <w:rPr>
      <w:rFonts w:ascii="Arial" w:eastAsia="Times New Roman" w:hAnsi="Arial" w:cs="Arial"/>
      <w:b/>
      <w:bCs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7B022-342C-43A4-AEC5-FF36EA50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4</cp:revision>
  <cp:lastPrinted>2020-06-23T12:52:00Z</cp:lastPrinted>
  <dcterms:created xsi:type="dcterms:W3CDTF">2020-07-04T12:01:00Z</dcterms:created>
  <dcterms:modified xsi:type="dcterms:W3CDTF">2020-07-04T13:33:00Z</dcterms:modified>
</cp:coreProperties>
</file>